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FB" w:rsidRDefault="00B54024">
      <w:r w:rsidRPr="00B54024">
        <w:rPr>
          <w:noProof/>
        </w:rPr>
        <w:drawing>
          <wp:inline distT="0" distB="0" distL="0" distR="0" wp14:anchorId="5D95C769" wp14:editId="560FDD9C">
            <wp:extent cx="5414838" cy="5483485"/>
            <wp:effectExtent l="0" t="0" r="0" b="3175"/>
            <wp:docPr id="3" name="Picture 3" descr="http://static.tvtropes.org/pmwiki/pub/images/hol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.tvtropes.org/pmwiki/pub/images/holes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360" cy="5483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DFB" w:rsidRPr="00B94DFB" w:rsidRDefault="00B94DFB" w:rsidP="00B94DFB"/>
    <w:p w:rsidR="00B94DFB" w:rsidRPr="00B94DFB" w:rsidRDefault="00B94DFB" w:rsidP="00B94DFB"/>
    <w:p w:rsidR="00B94DFB" w:rsidRDefault="00B94DFB" w:rsidP="00B94DFB"/>
    <w:p w:rsidR="00FD1D20" w:rsidRDefault="00B94DFB" w:rsidP="00B94DFB">
      <w:pPr>
        <w:tabs>
          <w:tab w:val="left" w:pos="4107"/>
        </w:tabs>
      </w:pPr>
      <w:r>
        <w:t>Holes</w:t>
      </w:r>
    </w:p>
    <w:p w:rsidR="00B94DFB" w:rsidRPr="00B94DFB" w:rsidRDefault="00B94DFB" w:rsidP="00B94DFB">
      <w:pPr>
        <w:tabs>
          <w:tab w:val="left" w:pos="4107"/>
        </w:tabs>
      </w:pPr>
      <w:r>
        <w:t xml:space="preserve">Revised by Paula Erickson and Dawn </w:t>
      </w:r>
      <w:proofErr w:type="spellStart"/>
      <w:r>
        <w:t>Noheimer</w:t>
      </w:r>
      <w:proofErr w:type="spellEnd"/>
    </w:p>
    <w:p w:rsidR="00B54024" w:rsidRDefault="00B54024">
      <w:r>
        <w:lastRenderedPageBreak/>
        <w:t xml:space="preserve">Stanley </w:t>
      </w:r>
      <w:r w:rsidRPr="00B54024">
        <w:rPr>
          <w:noProof/>
        </w:rPr>
        <w:drawing>
          <wp:inline distT="0" distB="0" distL="0" distR="0" wp14:anchorId="57A5DE7A" wp14:editId="1154E0AA">
            <wp:extent cx="930303" cy="824451"/>
            <wp:effectExtent l="0" t="0" r="3175" b="0"/>
            <wp:docPr id="2" name="Picture 2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was a boy.  He had bad luck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21134" cy="1121134"/>
            <wp:effectExtent l="0" t="0" r="3175" b="3175"/>
            <wp:docPr id="22" name="Picture 22" descr="http://thumbs.gograph.com/gg55960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gograph.com/gg5596054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943" cy="112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 He had to go to </w:t>
      </w:r>
      <w:proofErr w:type="gramStart"/>
      <w:r>
        <w:t>camp</w:t>
      </w:r>
      <w:r w:rsidR="00581C07">
        <w:t xml:space="preserve"> </w:t>
      </w:r>
      <w:proofErr w:type="gramEnd"/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41410" cy="922060"/>
            <wp:effectExtent l="0" t="0" r="0" b="0"/>
            <wp:docPr id="15" name="Picture 15" descr="http://4vector.com/i/free-vector-camping-clip-art_103372_Camping_clip_art_high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vector.com/i/free-vector-camping-clip-art_103372_Camping_clip_art_high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658" cy="92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The camp had no</w:t>
      </w:r>
      <w:r w:rsidR="00581C07">
        <w:t xml:space="preserve"> 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77678" cy="771277"/>
            <wp:effectExtent l="0" t="0" r="3810" b="0"/>
            <wp:docPr id="23" name="Picture 23" descr="http://www.clker.com/cliparts/1/a/5/d/1194999108851434265stop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1/a/5/d/1194999108851434265stop.svg.m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23" cy="77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lake</w:t>
      </w:r>
      <w:r w:rsidR="00581C07">
        <w:t xml:space="preserve"> </w:t>
      </w:r>
      <w:r>
        <w:t>.</w:t>
      </w:r>
      <w:proofErr w:type="gramEnd"/>
      <w:r>
        <w:t xml:space="preserve"> It was really </w:t>
      </w:r>
      <w:proofErr w:type="gramStart"/>
      <w:r>
        <w:t>hot</w:t>
      </w:r>
      <w:r w:rsidR="00581C07">
        <w:t xml:space="preserve"> </w:t>
      </w:r>
      <w:proofErr w:type="gramEnd"/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16209" cy="1531856"/>
            <wp:effectExtent l="0" t="0" r="3175" b="0"/>
            <wp:docPr id="20" name="Picture 20" descr="http://2.bp.blogspot.com/-1GJOUcbUfOY/UCyE6Pz32CI/AAAAAAAABHc/OldXPYvXlX4/s1600/Thermometer-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1GJOUcbUfOY/UCyE6Pz32CI/AAAAAAAABHc/OldXPYvXlX4/s1600/Thermometer-h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277" cy="153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 </w:t>
      </w:r>
    </w:p>
    <w:p w:rsidR="00B94DFB" w:rsidRDefault="00B54024">
      <w:r>
        <w:t xml:space="preserve"> Camp Green Lake</w:t>
      </w:r>
      <w:r w:rsidR="00581C07">
        <w:t xml:space="preserve"> 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478A7F4" wp14:editId="13D010B0">
            <wp:extent cx="1241410" cy="922060"/>
            <wp:effectExtent l="0" t="0" r="0" b="0"/>
            <wp:docPr id="18" name="Picture 18" descr="http://4vector.com/i/free-vector-camping-clip-art_103372_Camping_clip_art_high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vector.com/i/free-vector-camping-clip-art_103372_Camping_clip_art_high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658" cy="92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was not a real </w:t>
      </w:r>
      <w:proofErr w:type="gramStart"/>
      <w:r>
        <w:t>camp</w:t>
      </w:r>
      <w:r w:rsidR="00B94DFB">
        <w:rPr>
          <w:rFonts w:ascii="Arial" w:hAnsi="Arial" w:cs="Arial"/>
          <w:noProof/>
          <w:sz w:val="20"/>
          <w:szCs w:val="20"/>
        </w:rPr>
        <w:t xml:space="preserve">  </w:t>
      </w:r>
      <w:proofErr w:type="gramEnd"/>
      <w:r w:rsidR="00B94DFB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789043" cy="1235249"/>
            <wp:effectExtent l="0" t="0" r="1905" b="3175"/>
            <wp:docPr id="28" name="Picture 28" descr="http://bestclipartblog.com/clipart-pics/lake-clip-ar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clipartblog.com/clipart-pics/lake-clip-art-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5" cy="123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</w:t>
      </w:r>
      <w:r w:rsidR="00581C07">
        <w:t xml:space="preserve"> It was dry and hot! 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962108" cy="1211808"/>
            <wp:effectExtent l="0" t="0" r="0" b="7620"/>
            <wp:docPr id="21" name="Picture 21" descr="http://2.bp.blogspot.com/-1GJOUcbUfOY/UCyE6Pz32CI/AAAAAAAABHc/OldXPYvXlX4/s1600/Thermometer-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1GJOUcbUfOY/UCyE6Pz32CI/AAAAAAAABHc/OldXPYvXlX4/s1600/Thermometer-ho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62" cy="121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A15D21E" wp14:editId="622AB40B">
            <wp:extent cx="2226268" cy="1447138"/>
            <wp:effectExtent l="0" t="0" r="3175" b="1270"/>
            <wp:docPr id="14" name="Picture 14" descr="http://84d1f3.medialib.glogster.com/media/f1/f1fa092d30c334c1da16ba55b2674183b05cc18e561d1c3ae856e1cd9e963a2f/hol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84d1f3.medialib.glogster.com/media/f1/f1fa092d30c334c1da16ba55b2674183b05cc18e561d1c3ae856e1cd9e963a2f/holes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447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DFB">
        <w:t xml:space="preserve">  </w:t>
      </w:r>
      <w:r>
        <w:t xml:space="preserve">It was a jail </w:t>
      </w:r>
      <w:r w:rsidR="00B94DFB">
        <w:t xml:space="preserve"> </w:t>
      </w:r>
      <w:r w:rsidR="00581C07">
        <w:rPr>
          <w:rFonts w:ascii="Arial" w:hAnsi="Arial" w:cs="Arial"/>
          <w:noProof/>
          <w:color w:val="004A84"/>
          <w:bdr w:val="none" w:sz="0" w:space="0" w:color="auto" w:frame="1"/>
        </w:rPr>
        <w:drawing>
          <wp:inline distT="0" distB="0" distL="0" distR="0" wp14:anchorId="3F2B042D" wp14:editId="704C10D4">
            <wp:extent cx="1113183" cy="967565"/>
            <wp:effectExtent l="0" t="0" r="0" b="4445"/>
            <wp:docPr id="24" name="Picture 24" descr="Prison 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rison Imag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709" cy="96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DFB">
        <w:t xml:space="preserve">   </w:t>
      </w:r>
    </w:p>
    <w:p w:rsidR="00B94DFB" w:rsidRDefault="00B94DFB"/>
    <w:p w:rsidR="00B54024" w:rsidRPr="00B94DFB" w:rsidRDefault="00B54024">
      <w:proofErr w:type="gramStart"/>
      <w:r>
        <w:t>with</w:t>
      </w:r>
      <w:proofErr w:type="gramEnd"/>
      <w:r>
        <w:t xml:space="preserve"> no walls.</w:t>
      </w:r>
      <w:r w:rsidRPr="00B5402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Stanley </w:t>
      </w:r>
      <w:r w:rsidRPr="00B54024">
        <w:rPr>
          <w:noProof/>
        </w:rPr>
        <w:drawing>
          <wp:inline distT="0" distB="0" distL="0" distR="0" wp14:anchorId="78057809" wp14:editId="04DAF260">
            <wp:extent cx="930303" cy="824451"/>
            <wp:effectExtent l="0" t="0" r="3175" b="0"/>
            <wp:docPr id="4" name="Picture 4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was a good boy, but he got into trouble</w:t>
      </w:r>
      <w:r w:rsidR="00B94DFB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5E90FF26" wp14:editId="7B99506F">
            <wp:extent cx="1203289" cy="1176793"/>
            <wp:effectExtent l="0" t="0" r="0" b="4445"/>
            <wp:docPr id="25" name="Picture 25" descr="https://encrypted-tbn3.gstatic.com/images?q=tbn:ANd9GcTeR8J8RwaHrfIQbXasX45caABj39h8jF7LYg4boWpKPpY85J3dP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encrypted-tbn3.gstatic.com/images?q=tbn:ANd9GcTeR8J8RwaHrfIQbXasX45caABj39h8jF7LYg4boWpKPpY85J3dP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68" cy="117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.  The judge</w:t>
      </w:r>
      <w:r w:rsidR="00581C07">
        <w:rPr>
          <w:rFonts w:ascii="Arial" w:hAnsi="Arial" w:cs="Arial"/>
          <w:color w:val="000000"/>
          <w:sz w:val="20"/>
          <w:szCs w:val="20"/>
        </w:rPr>
        <w:t xml:space="preserve"> 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3AFA74A" wp14:editId="44B18A30">
            <wp:extent cx="902477" cy="691763"/>
            <wp:effectExtent l="0" t="0" r="0" b="0"/>
            <wp:docPr id="10" name="Picture 10" descr="http://www.aperfectworld.org/clipart/government/jud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perfectworld.org/clipart/government/judg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435" cy="69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DFB">
        <w:rPr>
          <w:rFonts w:ascii="Arial" w:hAnsi="Arial" w:cs="Arial"/>
          <w:color w:val="000000"/>
          <w:sz w:val="20"/>
          <w:szCs w:val="20"/>
        </w:rPr>
        <w:t xml:space="preserve"> sent him to </w:t>
      </w:r>
      <w:r>
        <w:rPr>
          <w:rFonts w:ascii="Arial" w:hAnsi="Arial" w:cs="Arial"/>
          <w:color w:val="000000"/>
          <w:sz w:val="20"/>
          <w:szCs w:val="20"/>
        </w:rPr>
        <w:t xml:space="preserve">camp.  His mom was happy.  She thought </w:t>
      </w:r>
      <w:r w:rsidR="00B94DFB">
        <w:rPr>
          <w:rFonts w:ascii="Arial" w:hAnsi="Arial" w:cs="Arial"/>
          <w:noProof/>
          <w:color w:val="004A84"/>
          <w:bdr w:val="none" w:sz="0" w:space="0" w:color="auto" w:frame="1"/>
        </w:rPr>
        <w:drawing>
          <wp:inline distT="0" distB="0" distL="0" distR="0" wp14:anchorId="6A0F3824" wp14:editId="64E99BB6">
            <wp:extent cx="731520" cy="621507"/>
            <wp:effectExtent l="0" t="0" r="0" b="7620"/>
            <wp:docPr id="26" name="Picture 26" descr="Cartoon Thought Bubble Clip Art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artoon Thought Bubble Clip Art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95" cy="621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this was a </w:t>
      </w:r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 xml:space="preserve">good </w:t>
      </w:r>
      <w:r w:rsidR="00B94DF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End"/>
      <w:r w:rsidR="00B94DF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1077EC3" wp14:editId="47970363">
            <wp:extent cx="461176" cy="569907"/>
            <wp:effectExtent l="0" t="0" r="0" b="1905"/>
            <wp:docPr id="27" name="Picture 27" descr="http://4vector.com/i/free-vector-symbol-thumbs-up-clip-art_109674_Symbol_Thumbs_Up_clip_art_high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vector.com/i/free-vector-symbol-thumbs-up-clip-art_109674_Symbol_Thumbs_Up_clip_art_hight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71" cy="56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idea.</w:t>
      </w:r>
      <w:r w:rsidR="00B94DF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Stanley</w:t>
      </w:r>
      <w:r w:rsidR="00B94DFB">
        <w:t xml:space="preserve">  </w:t>
      </w:r>
      <w:r w:rsidR="00581C07" w:rsidRPr="00B54024">
        <w:rPr>
          <w:noProof/>
        </w:rPr>
        <w:drawing>
          <wp:inline distT="0" distB="0" distL="0" distR="0" wp14:anchorId="0769D33F" wp14:editId="01D9C90B">
            <wp:extent cx="930303" cy="824451"/>
            <wp:effectExtent l="0" t="0" r="3175" b="0"/>
            <wp:docPr id="5" name="Picture 5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94DFB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 xml:space="preserve">went to camp on a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bus</w:t>
      </w:r>
      <w:r w:rsidR="00781B3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End"/>
      <w:r w:rsidR="00781B3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91478" cy="1449541"/>
            <wp:effectExtent l="0" t="0" r="0" b="0"/>
            <wp:docPr id="29" name="Picture 29" descr="http://www.pettypb.com/bus/images/bus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ttypb.com/bus/images/bus38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567" cy="1449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.  The windows did not open.  It was hot!</w:t>
      </w:r>
      <w:r w:rsidR="00781B32">
        <w:rPr>
          <w:rFonts w:ascii="Arial" w:hAnsi="Arial" w:cs="Arial"/>
          <w:color w:val="000000"/>
          <w:sz w:val="20"/>
          <w:szCs w:val="20"/>
        </w:rPr>
        <w:t xml:space="preserve"> </w:t>
      </w:r>
      <w:r w:rsidR="00781B3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313772" wp14:editId="1D28D354">
            <wp:extent cx="962108" cy="1211808"/>
            <wp:effectExtent l="0" t="0" r="0" b="7620"/>
            <wp:docPr id="30" name="Picture 30" descr="http://2.bp.blogspot.com/-1GJOUcbUfOY/UCyE6Pz32CI/AAAAAAAABHc/OldXPYvXlX4/s1600/Thermometer-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1GJOUcbUfOY/UCyE6Pz32CI/AAAAAAAABHc/OldXPYvXlX4/s1600/Thermometer-ho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62" cy="121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Stanley ‘s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81C07" w:rsidRPr="00B54024">
        <w:rPr>
          <w:noProof/>
        </w:rPr>
        <w:drawing>
          <wp:inline distT="0" distB="0" distL="0" distR="0" wp14:anchorId="1B026478" wp14:editId="45D50F49">
            <wp:extent cx="930303" cy="824451"/>
            <wp:effectExtent l="0" t="0" r="3175" b="0"/>
            <wp:docPr id="6" name="Picture 6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family had bad luck</w:t>
      </w:r>
      <w:r w:rsidR="00781B3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57B8D4" wp14:editId="795A45D9">
            <wp:extent cx="1121134" cy="1121134"/>
            <wp:effectExtent l="0" t="0" r="3175" b="3175"/>
            <wp:docPr id="31" name="Picture 31" descr="http://thumbs.gograph.com/gg55960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gograph.com/gg5596054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943" cy="112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too. Someone said that Stanley </w:t>
      </w:r>
      <w:r w:rsidR="00581C07" w:rsidRPr="00B54024">
        <w:rPr>
          <w:noProof/>
        </w:rPr>
        <w:drawing>
          <wp:inline distT="0" distB="0" distL="0" distR="0" wp14:anchorId="19B83D23" wp14:editId="4C0E247B">
            <wp:extent cx="930303" cy="824451"/>
            <wp:effectExtent l="0" t="0" r="3175" b="0"/>
            <wp:docPr id="7" name="Picture 7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123F">
        <w:rPr>
          <w:rFonts w:ascii="Arial" w:hAnsi="Arial" w:cs="Arial"/>
          <w:color w:val="000000"/>
          <w:sz w:val="20"/>
          <w:szCs w:val="20"/>
        </w:rPr>
        <w:t xml:space="preserve">stole a </w:t>
      </w:r>
      <w:r>
        <w:rPr>
          <w:rFonts w:ascii="Arial" w:hAnsi="Arial" w:cs="Arial"/>
          <w:color w:val="000000"/>
          <w:sz w:val="20"/>
          <w:szCs w:val="20"/>
        </w:rPr>
        <w:t xml:space="preserve">pair of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sneakers</w:t>
      </w:r>
      <w:r w:rsidR="00781B3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End"/>
      <w:r w:rsidR="0002123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8794" cy="477078"/>
            <wp:effectExtent l="0" t="0" r="0" b="0"/>
            <wp:docPr id="33" name="Picture 33" descr="http://www.vanityfair.com/style/carls-crush/top-ten-sneakers-of-all-time-201112/_jcr_content/par/cn_contentwell/par-main/cn_slideshow/item0.rendition.slideshowHorizontal.carls-crush-sneakers-ss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anityfair.com/style/carls-crush/top-ten-sneakers-of-all-time-201112/_jcr_content/par/cn_contentwell/par-main/cn_slideshow/item0.rendition.slideshowHorizontal.carls-crush-sneakers-ss01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27" cy="47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.</w:t>
      </w:r>
      <w:r w:rsidR="00581C07">
        <w:rPr>
          <w:rFonts w:ascii="Arial" w:hAnsi="Arial" w:cs="Arial"/>
          <w:color w:val="000000"/>
          <w:sz w:val="20"/>
          <w:szCs w:val="20"/>
        </w:rPr>
        <w:t xml:space="preserve">  That is why the judge </w:t>
      </w:r>
      <w:r w:rsidR="00581C0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59A686F" wp14:editId="1FA55DCA">
            <wp:extent cx="902477" cy="691763"/>
            <wp:effectExtent l="0" t="0" r="0" b="0"/>
            <wp:docPr id="9" name="Picture 9" descr="http://www.aperfectworld.org/clipart/government/jud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perfectworld.org/clipart/government/judg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435" cy="69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1C07">
        <w:rPr>
          <w:rFonts w:ascii="Arial" w:hAnsi="Arial" w:cs="Arial"/>
          <w:color w:val="000000"/>
          <w:sz w:val="20"/>
          <w:szCs w:val="20"/>
        </w:rPr>
        <w:t xml:space="preserve">sent Stanley </w:t>
      </w:r>
      <w:r w:rsidR="00581C07" w:rsidRPr="00B54024">
        <w:rPr>
          <w:noProof/>
        </w:rPr>
        <w:drawing>
          <wp:inline distT="0" distB="0" distL="0" distR="0" wp14:anchorId="260BE4B4" wp14:editId="31518A75">
            <wp:extent cx="930303" cy="824451"/>
            <wp:effectExtent l="0" t="0" r="3175" b="0"/>
            <wp:docPr id="8" name="Picture 8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1C07">
        <w:rPr>
          <w:rFonts w:ascii="Arial" w:hAnsi="Arial" w:cs="Arial"/>
          <w:color w:val="000000"/>
          <w:sz w:val="20"/>
          <w:szCs w:val="20"/>
        </w:rPr>
        <w:t xml:space="preserve">to </w:t>
      </w:r>
      <w:proofErr w:type="gramStart"/>
      <w:r w:rsidR="00581C07">
        <w:rPr>
          <w:rFonts w:ascii="Arial" w:hAnsi="Arial" w:cs="Arial"/>
          <w:color w:val="000000"/>
          <w:sz w:val="20"/>
          <w:szCs w:val="20"/>
        </w:rPr>
        <w:t>camp</w:t>
      </w:r>
      <w:r w:rsidR="0002123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End"/>
      <w:r w:rsidR="0002123F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B5F1DF" wp14:editId="2A0CD7B2">
            <wp:extent cx="1382243" cy="898498"/>
            <wp:effectExtent l="0" t="0" r="8890" b="0"/>
            <wp:docPr id="34" name="Picture 34" descr="http://84d1f3.medialib.glogster.com/media/f1/f1fa092d30c334c1da16ba55b2674183b05cc18e561d1c3ae856e1cd9e963a2f/hol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84d1f3.medialib.glogster.com/media/f1/f1fa092d30c334c1da16ba55b2674183b05cc18e561d1c3ae856e1cd9e963a2f/holes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270" cy="89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1C07">
        <w:rPr>
          <w:rFonts w:ascii="Arial" w:hAnsi="Arial" w:cs="Arial"/>
          <w:color w:val="000000"/>
          <w:sz w:val="20"/>
          <w:szCs w:val="20"/>
        </w:rPr>
        <w:t>.</w:t>
      </w:r>
    </w:p>
    <w:p w:rsidR="004D3A7B" w:rsidRDefault="004D3A7B">
      <w:r w:rsidRPr="004D3A7B">
        <w:rPr>
          <w:highlight w:val="yellow"/>
        </w:rPr>
        <w:t>Chapter 4</w:t>
      </w:r>
    </w:p>
    <w:p w:rsidR="007C6C6D" w:rsidRDefault="0002123F">
      <w:r>
        <w:lastRenderedPageBreak/>
        <w:t xml:space="preserve">When Stanley </w:t>
      </w:r>
      <w:r w:rsidR="00BE4710" w:rsidRPr="00B54024">
        <w:rPr>
          <w:noProof/>
        </w:rPr>
        <w:drawing>
          <wp:inline distT="0" distB="0" distL="0" distR="0" wp14:anchorId="1A8964F5" wp14:editId="23F2BA10">
            <wp:extent cx="930303" cy="824451"/>
            <wp:effectExtent l="0" t="0" r="3175" b="0"/>
            <wp:docPr id="1" name="Picture 1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got to Camp Green </w:t>
      </w:r>
      <w:r w:rsidR="001B557F">
        <w:t>Lake</w:t>
      </w:r>
      <w:r w:rsidR="00BE471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1F3AB59" wp14:editId="6C013565">
            <wp:extent cx="2226268" cy="1447138"/>
            <wp:effectExtent l="0" t="0" r="3175" b="1270"/>
            <wp:docPr id="11" name="Picture 11" descr="http://84d1f3.medialib.glogster.com/media/f1/f1fa092d30c334c1da16ba55b2674183b05cc18e561d1c3ae856e1cd9e963a2f/hol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84d1f3.medialib.glogster.com/media/f1/f1fa092d30c334c1da16ba55b2674183b05cc18e561d1c3ae856e1cd9e963a2f/holes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447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557F">
        <w:t>,</w:t>
      </w:r>
      <w:r>
        <w:t xml:space="preserve"> he </w:t>
      </w:r>
      <w:r w:rsidR="004D3A7B">
        <w:t xml:space="preserve">saw two </w:t>
      </w:r>
      <w:proofErr w:type="gramStart"/>
      <w:r w:rsidR="004D3A7B">
        <w:t>trees</w:t>
      </w:r>
      <w:r w:rsidR="00BE4710">
        <w:rPr>
          <w:rFonts w:ascii="Arial" w:hAnsi="Arial" w:cs="Arial"/>
          <w:noProof/>
          <w:sz w:val="20"/>
          <w:szCs w:val="20"/>
        </w:rPr>
        <w:t xml:space="preserve"> </w:t>
      </w:r>
      <w:proofErr w:type="gramEnd"/>
      <w:r w:rsidR="00BE471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4325" cy="1637665"/>
            <wp:effectExtent l="0" t="0" r="3175" b="635"/>
            <wp:docPr id="12" name="Picture 12" descr="http://www.sxc.hu/assets/7/62914/two-trees-in-a-desert-87402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xc.hu/assets/7/62914/two-trees-in-a-desert-87402-m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3A7B">
        <w:t xml:space="preserve">.  He did not see </w:t>
      </w:r>
      <w:r w:rsidR="00BE471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28153" cy="656168"/>
            <wp:effectExtent l="0" t="0" r="635" b="0"/>
            <wp:docPr id="13" name="Picture 13" descr="http://www.hittoon.com/450/1095584-clipart-blue-eye-character-detective-holding-a-magnifying-glass-royalty-free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ittoon.com/450/1095584-clipart-blue-eye-character-detective-holding-a-magnifying-glass-royalty-free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76" cy="65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3A7B">
        <w:t>a lake.  The guard</w:t>
      </w:r>
      <w:r w:rsidR="007C6C6D">
        <w:t xml:space="preserve"> </w:t>
      </w:r>
      <w:r w:rsidR="007C6C6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23B189D" wp14:editId="102C1F65">
            <wp:extent cx="970060" cy="1454982"/>
            <wp:effectExtent l="0" t="0" r="1905" b="0"/>
            <wp:docPr id="19" name="Picture 19" descr="http://i.b5z.net/i/u/1348671/i/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b5z.net/i/u/1348671/i/59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07" cy="145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3A7B">
        <w:t xml:space="preserve"> gave Stanley an </w:t>
      </w:r>
      <w:r w:rsidR="001B557F">
        <w:t>orange</w:t>
      </w:r>
      <w:r w:rsidR="00BE4710">
        <w:t xml:space="preserve"> </w:t>
      </w:r>
      <w:r w:rsidR="001B557F">
        <w:t xml:space="preserve">jumpsuit. Stanley did not see a fence. </w:t>
      </w:r>
      <w:r w:rsidR="00A7376F">
        <w:t xml:space="preserve"> </w:t>
      </w:r>
    </w:p>
    <w:p w:rsidR="007C6C6D" w:rsidRDefault="007C6C6D"/>
    <w:p w:rsidR="00581C07" w:rsidRDefault="00A7376F">
      <w:r>
        <w:t>Mr. Sir</w:t>
      </w:r>
      <w:r w:rsidR="00BE471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B69691" wp14:editId="46BAED33">
            <wp:extent cx="970060" cy="1454982"/>
            <wp:effectExtent l="0" t="0" r="1905" b="0"/>
            <wp:docPr id="16" name="Picture 16" descr="http://i.b5z.net/i/u/1348671/i/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b5z.net/i/u/1348671/i/59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07" cy="145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the guard told him that he had to dig </w:t>
      </w:r>
      <w:proofErr w:type="gramStart"/>
      <w:r>
        <w:t>holes</w:t>
      </w:r>
      <w:r w:rsidR="00BE4710">
        <w:t xml:space="preserve">  </w:t>
      </w:r>
      <w:proofErr w:type="gramEnd"/>
      <w:r w:rsidR="00BE471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63972" cy="1308442"/>
            <wp:effectExtent l="0" t="0" r="0" b="6350"/>
            <wp:docPr id="17" name="Picture 17" descr="http://www.bluezones.com/wp-content/uploads/2011/08/namib_desert_pic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luezones.com/wp-content/uploads/2011/08/namib_desert_pictures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01" cy="130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7C6C6D" w:rsidRDefault="007C6C6D">
      <w:r>
        <w:t xml:space="preserve">Stanley </w:t>
      </w:r>
      <w:r w:rsidRPr="00B54024">
        <w:rPr>
          <w:noProof/>
        </w:rPr>
        <w:drawing>
          <wp:inline distT="0" distB="0" distL="0" distR="0" wp14:anchorId="5EFFEEC0" wp14:editId="1B77191D">
            <wp:extent cx="930303" cy="824451"/>
            <wp:effectExtent l="0" t="0" r="3175" b="0"/>
            <wp:docPr id="32" name="Picture 32" descr="http://images.contactmusic.com/images/reviews/ho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ontactmusic.com/images/reviews/ho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03" cy="8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was </w:t>
      </w:r>
      <w:proofErr w:type="gramStart"/>
      <w:r>
        <w:t xml:space="preserve">sad </w:t>
      </w:r>
      <w:bookmarkStart w:id="0" w:name="_GoBack"/>
      <w:bookmarkEnd w:id="0"/>
      <w:r>
        <w:t>.</w:t>
      </w:r>
      <w:proofErr w:type="gramEnd"/>
      <w:r>
        <w:t xml:space="preserve"> </w:t>
      </w:r>
    </w:p>
    <w:sectPr w:rsidR="007C6C6D">
      <w:headerReference w:type="defaul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64" w:rsidRDefault="00B90B64" w:rsidP="00B54024">
      <w:pPr>
        <w:spacing w:after="0" w:line="240" w:lineRule="auto"/>
      </w:pPr>
      <w:r>
        <w:separator/>
      </w:r>
    </w:p>
  </w:endnote>
  <w:endnote w:type="continuationSeparator" w:id="0">
    <w:p w:rsidR="00B90B64" w:rsidRDefault="00B90B64" w:rsidP="00B5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64" w:rsidRDefault="00B90B64" w:rsidP="00B54024">
      <w:pPr>
        <w:spacing w:after="0" w:line="240" w:lineRule="auto"/>
      </w:pPr>
      <w:r>
        <w:separator/>
      </w:r>
    </w:p>
  </w:footnote>
  <w:footnote w:type="continuationSeparator" w:id="0">
    <w:p w:rsidR="00B90B64" w:rsidRDefault="00B90B64" w:rsidP="00B54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24" w:rsidRDefault="00B54024">
    <w:pPr>
      <w:pStyle w:val="Header"/>
    </w:pPr>
    <w:r>
      <w:t>Holes revised for Julian Santos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24"/>
    <w:rsid w:val="0002123F"/>
    <w:rsid w:val="001B557F"/>
    <w:rsid w:val="004131D5"/>
    <w:rsid w:val="004D3A7B"/>
    <w:rsid w:val="00581C07"/>
    <w:rsid w:val="00781B32"/>
    <w:rsid w:val="007C6C6D"/>
    <w:rsid w:val="009368F3"/>
    <w:rsid w:val="00A7376F"/>
    <w:rsid w:val="00B54024"/>
    <w:rsid w:val="00B90B64"/>
    <w:rsid w:val="00B94DFB"/>
    <w:rsid w:val="00BE4710"/>
    <w:rsid w:val="00EB37D2"/>
    <w:rsid w:val="00F70ADD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4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024"/>
  </w:style>
  <w:style w:type="paragraph" w:styleId="Footer">
    <w:name w:val="footer"/>
    <w:basedOn w:val="Normal"/>
    <w:link w:val="FooterChar"/>
    <w:uiPriority w:val="99"/>
    <w:unhideWhenUsed/>
    <w:rsid w:val="00B54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4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024"/>
  </w:style>
  <w:style w:type="paragraph" w:styleId="Footer">
    <w:name w:val="footer"/>
    <w:basedOn w:val="Normal"/>
    <w:link w:val="FooterChar"/>
    <w:uiPriority w:val="99"/>
    <w:unhideWhenUsed/>
    <w:rsid w:val="00B54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www.google.com/imgres?safe=off&amp;sa=X&amp;rls=com.microsoft:en-us:IE-SearchBox&amp;rlz=1I7ADSA_enUS395&amp;biw=1024&amp;bih=608&amp;tbm=isch&amp;tbnid=3b_rU1WrK75J-M:&amp;imgrefurl=http://frogprincess01.blogspot.com/2011/04/deciding-to-get-tested.html&amp;docid=H_O2DhBE6mJS2M&amp;imgurl=http://free.clipartof.com/81-Confused-Blue-Smiley-Free-3D-Vector-Clipart-Illustration.jpg&amp;w=3200&amp;h=3134&amp;ei=QOLeUtAZiYzJAcbVgKgC&amp;zoom=1&amp;iact=rc&amp;dur=937&amp;page=2&amp;start=14&amp;ndsp=16&amp;ved=0CLABEK0DMBw" TargetMode="External"/><Relationship Id="rId25" Type="http://schemas.openxmlformats.org/officeDocument/2006/relationships/image" Target="media/image16.jpe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hyperlink" Target="javascript:edit(75130)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hyperlink" Target="javascript:edit(241048)" TargetMode="External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3.png"/><Relationship Id="rId27" Type="http://schemas.openxmlformats.org/officeDocument/2006/relationships/image" Target="media/image18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9673F24F</Template>
  <TotalTime>0</TotalTime>
  <Pages>4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2014-02-11T20:57:00Z</dcterms:created>
  <dcterms:modified xsi:type="dcterms:W3CDTF">2014-02-11T20:57:00Z</dcterms:modified>
</cp:coreProperties>
</file>